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UR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C25BB6C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547986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1079BCF8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547986">
        <w:rPr>
          <w:rFonts w:ascii="Corbel" w:hAnsi="Corbel"/>
          <w:sz w:val="24"/>
          <w:szCs w:val="24"/>
        </w:rPr>
        <w:t>0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547986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B22FD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Wykł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Konw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Sem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Prakt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D758300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D6E59BC" w:rsidR="00015B8F" w:rsidRPr="00696C25" w:rsidRDefault="00673A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B22FD5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</w:t>
      </w:r>
      <w:proofErr w:type="spellStart"/>
      <w:r w:rsidR="00033643" w:rsidRPr="00696C2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033643" w:rsidRPr="00696C25">
        <w:rPr>
          <w:rFonts w:ascii="Corbel" w:hAnsi="Corbel"/>
          <w:b w:val="0"/>
          <w:smallCaps w:val="0"/>
          <w:szCs w:val="24"/>
        </w:rPr>
        <w:t>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5001A9C3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Platonoff</w:t>
            </w:r>
            <w:proofErr w:type="spellEnd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Szmaj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Krawiec F., zarządzanie strategią firmy, </w:t>
            </w:r>
            <w:proofErr w:type="spellStart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32622" w14:textId="77777777" w:rsidR="002C1A7A" w:rsidRDefault="002C1A7A" w:rsidP="00C16ABF">
      <w:pPr>
        <w:spacing w:after="0" w:line="240" w:lineRule="auto"/>
      </w:pPr>
      <w:r>
        <w:separator/>
      </w:r>
    </w:p>
  </w:endnote>
  <w:endnote w:type="continuationSeparator" w:id="0">
    <w:p w14:paraId="392A2E3E" w14:textId="77777777" w:rsidR="002C1A7A" w:rsidRDefault="002C1A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11344" w14:textId="77777777" w:rsidR="002C1A7A" w:rsidRDefault="002C1A7A" w:rsidP="00C16ABF">
      <w:pPr>
        <w:spacing w:after="0" w:line="240" w:lineRule="auto"/>
      </w:pPr>
      <w:r>
        <w:separator/>
      </w:r>
    </w:p>
  </w:footnote>
  <w:footnote w:type="continuationSeparator" w:id="0">
    <w:p w14:paraId="464FE372" w14:textId="77777777" w:rsidR="002C1A7A" w:rsidRDefault="002C1A7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7A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986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157326-6083-41CC-914D-46EAA9DC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911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2020-12-15T14:41:00Z</dcterms:created>
  <dcterms:modified xsi:type="dcterms:W3CDTF">2021-11-05T12:49:00Z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